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2D" w:rsidRDefault="00BC712D">
      <w:pPr>
        <w:framePr w:w="3460" w:h="3308" w:wrap="around" w:vAnchor="page" w:hAnchor="page" w:x="1585" w:y="865" w:anchorLock="1"/>
        <w:jc w:val="center"/>
      </w:pPr>
    </w:p>
    <w:p w:rsidR="00BC712D" w:rsidRDefault="00BC712D">
      <w:pPr>
        <w:ind w:firstLine="720"/>
        <w:jc w:val="both"/>
      </w:pPr>
    </w:p>
    <w:p w:rsidR="00943D5D" w:rsidRDefault="00EC45A8" w:rsidP="006E0278">
      <w:pPr>
        <w:jc w:val="center"/>
      </w:pPr>
      <w:r>
        <w:t xml:space="preserve">                       </w:t>
      </w:r>
    </w:p>
    <w:p w:rsidR="00352ADD" w:rsidRPr="0035780B" w:rsidRDefault="00352ADD" w:rsidP="00352ADD">
      <w:pPr>
        <w:jc w:val="both"/>
        <w:rPr>
          <w:sz w:val="24"/>
          <w:szCs w:val="24"/>
        </w:rPr>
      </w:pPr>
      <w:r>
        <w:t xml:space="preserve">                </w:t>
      </w:r>
      <w:r w:rsidR="0035780B">
        <w:t xml:space="preserve">          </w:t>
      </w:r>
      <w:r>
        <w:t xml:space="preserve"> </w:t>
      </w:r>
      <w:r w:rsidR="00C37D34" w:rsidRPr="0035780B">
        <w:rPr>
          <w:sz w:val="24"/>
          <w:szCs w:val="24"/>
        </w:rPr>
        <w:t>Директору бюджетного</w:t>
      </w:r>
      <w:r w:rsidRPr="0035780B">
        <w:rPr>
          <w:sz w:val="24"/>
          <w:szCs w:val="24"/>
        </w:rPr>
        <w:t xml:space="preserve">    </w:t>
      </w:r>
    </w:p>
    <w:p w:rsidR="00D50824" w:rsidRPr="0035780B" w:rsidRDefault="00B77D27" w:rsidP="00352ADD">
      <w:pPr>
        <w:jc w:val="both"/>
        <w:rPr>
          <w:sz w:val="24"/>
          <w:szCs w:val="24"/>
        </w:rPr>
      </w:pPr>
      <w:r w:rsidRPr="0035780B">
        <w:rPr>
          <w:sz w:val="24"/>
          <w:szCs w:val="24"/>
        </w:rPr>
        <w:t xml:space="preserve">                </w:t>
      </w:r>
      <w:r w:rsidR="0035780B">
        <w:rPr>
          <w:sz w:val="24"/>
          <w:szCs w:val="24"/>
        </w:rPr>
        <w:t xml:space="preserve">  </w:t>
      </w:r>
      <w:r w:rsidRPr="0035780B">
        <w:rPr>
          <w:sz w:val="24"/>
          <w:szCs w:val="24"/>
        </w:rPr>
        <w:t xml:space="preserve"> </w:t>
      </w:r>
      <w:r w:rsidR="00C37D34" w:rsidRPr="0035780B">
        <w:rPr>
          <w:sz w:val="24"/>
          <w:szCs w:val="24"/>
        </w:rPr>
        <w:t xml:space="preserve">специализированного </w:t>
      </w:r>
      <w:r w:rsidRPr="0035780B">
        <w:rPr>
          <w:sz w:val="24"/>
          <w:szCs w:val="24"/>
        </w:rPr>
        <w:t xml:space="preserve"> </w:t>
      </w:r>
      <w:r w:rsidR="00C37D34" w:rsidRPr="0035780B">
        <w:rPr>
          <w:sz w:val="24"/>
          <w:szCs w:val="24"/>
        </w:rPr>
        <w:t>учреждения</w:t>
      </w:r>
    </w:p>
    <w:p w:rsidR="00D50824" w:rsidRPr="0035780B" w:rsidRDefault="00C37D34" w:rsidP="00352ADD">
      <w:pPr>
        <w:jc w:val="both"/>
        <w:rPr>
          <w:sz w:val="24"/>
          <w:szCs w:val="24"/>
        </w:rPr>
      </w:pPr>
      <w:r w:rsidRPr="0035780B">
        <w:rPr>
          <w:sz w:val="24"/>
          <w:szCs w:val="24"/>
        </w:rPr>
        <w:t xml:space="preserve">                 «Фонд имущества Калужской области»</w:t>
      </w:r>
      <w:r w:rsidR="00B77D27" w:rsidRPr="0035780B">
        <w:rPr>
          <w:sz w:val="24"/>
          <w:szCs w:val="24"/>
        </w:rPr>
        <w:t xml:space="preserve">   </w:t>
      </w:r>
    </w:p>
    <w:p w:rsidR="00D50824" w:rsidRDefault="00EF733E" w:rsidP="00352ADD">
      <w:pPr>
        <w:jc w:val="both"/>
      </w:pPr>
      <w:r w:rsidRPr="0035780B">
        <w:rPr>
          <w:sz w:val="24"/>
          <w:szCs w:val="24"/>
        </w:rPr>
        <w:t xml:space="preserve">                 </w:t>
      </w:r>
      <w:r w:rsidR="0035780B">
        <w:rPr>
          <w:sz w:val="24"/>
          <w:szCs w:val="24"/>
        </w:rPr>
        <w:t xml:space="preserve">                </w:t>
      </w:r>
      <w:r w:rsidRPr="0035780B">
        <w:rPr>
          <w:sz w:val="24"/>
          <w:szCs w:val="24"/>
        </w:rPr>
        <w:t xml:space="preserve"> </w:t>
      </w:r>
      <w:r w:rsidR="00C37D34" w:rsidRPr="0035780B">
        <w:rPr>
          <w:sz w:val="24"/>
          <w:szCs w:val="24"/>
        </w:rPr>
        <w:t>Н.А. Мазиной</w:t>
      </w:r>
      <w:r>
        <w:t xml:space="preserve">      </w:t>
      </w:r>
    </w:p>
    <w:p w:rsidR="00D50824" w:rsidRDefault="00D50824" w:rsidP="00352ADD">
      <w:pPr>
        <w:jc w:val="both"/>
      </w:pPr>
    </w:p>
    <w:p w:rsidR="00D50824" w:rsidRDefault="00D50824" w:rsidP="00352ADD">
      <w:pPr>
        <w:jc w:val="both"/>
      </w:pPr>
    </w:p>
    <w:p w:rsidR="00D50824" w:rsidRDefault="00D50824" w:rsidP="00352ADD">
      <w:pPr>
        <w:jc w:val="both"/>
      </w:pPr>
    </w:p>
    <w:p w:rsidR="00D50824" w:rsidRDefault="00D50824" w:rsidP="00352ADD">
      <w:pPr>
        <w:jc w:val="both"/>
      </w:pPr>
    </w:p>
    <w:p w:rsidR="00EC45A8" w:rsidRDefault="00897EB2" w:rsidP="00897EB2">
      <w:pPr>
        <w:jc w:val="both"/>
      </w:pPr>
      <w:r>
        <w:t xml:space="preserve">    </w:t>
      </w:r>
    </w:p>
    <w:p w:rsidR="006C2C1D" w:rsidRDefault="006C2C1D" w:rsidP="00897EB2">
      <w:pPr>
        <w:jc w:val="both"/>
      </w:pPr>
    </w:p>
    <w:p w:rsidR="00A30BD7" w:rsidRDefault="00A30BD7" w:rsidP="00897EB2">
      <w:pPr>
        <w:jc w:val="both"/>
      </w:pPr>
    </w:p>
    <w:p w:rsidR="00EC45A8" w:rsidRDefault="00EC45A8" w:rsidP="00897EB2">
      <w:pPr>
        <w:jc w:val="both"/>
      </w:pPr>
    </w:p>
    <w:p w:rsidR="00C51423" w:rsidRDefault="00897EB2" w:rsidP="006E0278">
      <w:pPr>
        <w:jc w:val="both"/>
      </w:pPr>
      <w:r>
        <w:t xml:space="preserve">     </w:t>
      </w:r>
      <w:r w:rsidR="00EC45A8">
        <w:t xml:space="preserve">   </w:t>
      </w:r>
      <w:r w:rsidR="00DE64D5">
        <w:t xml:space="preserve"> </w:t>
      </w:r>
      <w:r w:rsidR="00EC45A8">
        <w:t xml:space="preserve">      </w:t>
      </w:r>
    </w:p>
    <w:p w:rsidR="00C51423" w:rsidRDefault="00C51423" w:rsidP="006E0278">
      <w:pPr>
        <w:jc w:val="both"/>
      </w:pPr>
    </w:p>
    <w:p w:rsidR="00ED2FD0" w:rsidRDefault="00EC45A8" w:rsidP="006E0278">
      <w:pPr>
        <w:jc w:val="both"/>
      </w:pPr>
      <w:r>
        <w:t xml:space="preserve">      </w:t>
      </w:r>
      <w:r w:rsidR="00ED2FD0">
        <w:t xml:space="preserve">  </w:t>
      </w:r>
    </w:p>
    <w:p w:rsidR="00A30BD7" w:rsidRDefault="00C37D34" w:rsidP="00ED2FD0">
      <w:pPr>
        <w:jc w:val="both"/>
        <w:rPr>
          <w:sz w:val="24"/>
          <w:szCs w:val="24"/>
        </w:rPr>
      </w:pPr>
      <w:r w:rsidRPr="0035780B">
        <w:rPr>
          <w:sz w:val="24"/>
          <w:szCs w:val="24"/>
        </w:rPr>
        <w:t xml:space="preserve">                                          </w:t>
      </w:r>
      <w:r w:rsidR="00DA255E">
        <w:rPr>
          <w:sz w:val="24"/>
          <w:szCs w:val="24"/>
        </w:rPr>
        <w:t xml:space="preserve">             </w:t>
      </w:r>
      <w:r w:rsidRPr="0035780B">
        <w:rPr>
          <w:sz w:val="24"/>
          <w:szCs w:val="24"/>
        </w:rPr>
        <w:t xml:space="preserve"> Уважаемая Нина Алексеевна!</w:t>
      </w:r>
    </w:p>
    <w:p w:rsidR="00C51423" w:rsidRPr="0035780B" w:rsidRDefault="00C51423" w:rsidP="00ED2FD0">
      <w:pPr>
        <w:jc w:val="both"/>
        <w:rPr>
          <w:sz w:val="24"/>
          <w:szCs w:val="24"/>
        </w:rPr>
      </w:pPr>
    </w:p>
    <w:p w:rsidR="00C37D34" w:rsidRPr="0035780B" w:rsidRDefault="00C37D34" w:rsidP="00ED2FD0">
      <w:pPr>
        <w:jc w:val="both"/>
        <w:rPr>
          <w:sz w:val="24"/>
          <w:szCs w:val="24"/>
        </w:rPr>
      </w:pPr>
    </w:p>
    <w:p w:rsidR="008D3B13" w:rsidRPr="00EB09D0" w:rsidRDefault="008D3B13" w:rsidP="008D3B13">
      <w:pPr>
        <w:ind w:left="708"/>
        <w:jc w:val="both"/>
        <w:rPr>
          <w:sz w:val="24"/>
          <w:szCs w:val="24"/>
        </w:rPr>
      </w:pPr>
      <w:r w:rsidRPr="00CA110D">
        <w:rPr>
          <w:sz w:val="24"/>
          <w:szCs w:val="24"/>
        </w:rPr>
        <w:t xml:space="preserve">       </w:t>
      </w:r>
      <w:r w:rsidR="00C37D34" w:rsidRPr="00CA110D">
        <w:rPr>
          <w:sz w:val="24"/>
          <w:szCs w:val="24"/>
        </w:rPr>
        <w:t xml:space="preserve"> Администрация муниципального </w:t>
      </w:r>
      <w:r w:rsidR="000247DC" w:rsidRPr="00CA110D">
        <w:rPr>
          <w:sz w:val="24"/>
          <w:szCs w:val="24"/>
        </w:rPr>
        <w:t xml:space="preserve">образования сельское поселение </w:t>
      </w:r>
      <w:r w:rsidR="00CA110D" w:rsidRPr="00CA110D">
        <w:rPr>
          <w:sz w:val="24"/>
          <w:szCs w:val="24"/>
        </w:rPr>
        <w:t>село Шанский Завод</w:t>
      </w:r>
      <w:r w:rsidR="00730538">
        <w:rPr>
          <w:sz w:val="24"/>
          <w:szCs w:val="24"/>
        </w:rPr>
        <w:t xml:space="preserve"> Износковского района Калужской области </w:t>
      </w:r>
      <w:r w:rsidR="00C37D34" w:rsidRPr="00CA110D">
        <w:rPr>
          <w:sz w:val="24"/>
          <w:szCs w:val="24"/>
        </w:rPr>
        <w:t xml:space="preserve"> </w:t>
      </w:r>
      <w:r w:rsidR="007358B1" w:rsidRPr="00CA110D">
        <w:rPr>
          <w:sz w:val="24"/>
          <w:szCs w:val="24"/>
        </w:rPr>
        <w:t xml:space="preserve">направляет  Вам поручение на </w:t>
      </w:r>
      <w:r w:rsidRPr="00CA110D">
        <w:rPr>
          <w:sz w:val="24"/>
          <w:szCs w:val="24"/>
        </w:rPr>
        <w:t xml:space="preserve">продажу, посредством </w:t>
      </w:r>
      <w:r w:rsidR="000073E4" w:rsidRPr="00CA110D">
        <w:rPr>
          <w:sz w:val="24"/>
          <w:szCs w:val="24"/>
        </w:rPr>
        <w:t>аукциона</w:t>
      </w:r>
      <w:r w:rsidRPr="00CA110D">
        <w:rPr>
          <w:sz w:val="24"/>
          <w:szCs w:val="24"/>
        </w:rPr>
        <w:t xml:space="preserve">, </w:t>
      </w:r>
      <w:r w:rsidR="00CA110D">
        <w:rPr>
          <w:sz w:val="24"/>
          <w:szCs w:val="24"/>
        </w:rPr>
        <w:t>земельного участка</w:t>
      </w:r>
      <w:r w:rsidRPr="00CA110D">
        <w:rPr>
          <w:sz w:val="24"/>
          <w:szCs w:val="24"/>
        </w:rPr>
        <w:t xml:space="preserve">, находящегося в </w:t>
      </w:r>
      <w:r w:rsidR="00CA110D">
        <w:rPr>
          <w:sz w:val="24"/>
          <w:szCs w:val="24"/>
        </w:rPr>
        <w:t xml:space="preserve">государственной (не разграниченной) </w:t>
      </w:r>
      <w:r w:rsidRPr="00CA110D">
        <w:rPr>
          <w:sz w:val="24"/>
          <w:szCs w:val="24"/>
        </w:rPr>
        <w:t>собственности</w:t>
      </w:r>
      <w:r w:rsidR="00CA110D">
        <w:rPr>
          <w:sz w:val="24"/>
          <w:szCs w:val="24"/>
        </w:rPr>
        <w:t>,</w:t>
      </w:r>
      <w:r w:rsidRPr="00CA110D">
        <w:rPr>
          <w:sz w:val="24"/>
          <w:szCs w:val="24"/>
        </w:rPr>
        <w:t xml:space="preserve"> </w:t>
      </w:r>
      <w:r w:rsidRPr="00EB09D0">
        <w:rPr>
          <w:sz w:val="24"/>
          <w:szCs w:val="24"/>
        </w:rPr>
        <w:t xml:space="preserve">из земель населенных пунктов площадью </w:t>
      </w:r>
      <w:r w:rsidR="00CA110D" w:rsidRPr="00EB09D0">
        <w:rPr>
          <w:sz w:val="24"/>
          <w:szCs w:val="24"/>
        </w:rPr>
        <w:t>15</w:t>
      </w:r>
      <w:r w:rsidRPr="00EB09D0">
        <w:rPr>
          <w:sz w:val="24"/>
          <w:szCs w:val="24"/>
        </w:rPr>
        <w:t>00 кв.м с кадастровым номером 40:08:</w:t>
      </w:r>
      <w:r w:rsidR="00CA110D" w:rsidRPr="00EB09D0">
        <w:rPr>
          <w:sz w:val="24"/>
          <w:szCs w:val="24"/>
        </w:rPr>
        <w:t>054301:90</w:t>
      </w:r>
      <w:r w:rsidRPr="00EB09D0">
        <w:rPr>
          <w:sz w:val="24"/>
          <w:szCs w:val="24"/>
        </w:rPr>
        <w:t xml:space="preserve">, </w:t>
      </w:r>
      <w:r w:rsidR="00CA110D" w:rsidRPr="00EB09D0">
        <w:rPr>
          <w:sz w:val="24"/>
          <w:szCs w:val="24"/>
        </w:rPr>
        <w:t>для ведения личного подсобного хозяйства</w:t>
      </w:r>
      <w:r w:rsidRPr="00EB09D0">
        <w:rPr>
          <w:sz w:val="24"/>
          <w:szCs w:val="24"/>
        </w:rPr>
        <w:t>.</w:t>
      </w:r>
    </w:p>
    <w:p w:rsidR="008D3B13" w:rsidRPr="00EB09D0" w:rsidRDefault="00CA110D" w:rsidP="008D3B13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A4D4C" w:rsidRPr="00CA110D">
        <w:rPr>
          <w:sz w:val="24"/>
          <w:szCs w:val="24"/>
        </w:rPr>
        <w:t>ачальная цена</w:t>
      </w:r>
      <w:r w:rsidR="008D3B13" w:rsidRPr="00CA110D">
        <w:rPr>
          <w:sz w:val="24"/>
          <w:szCs w:val="24"/>
        </w:rPr>
        <w:t xml:space="preserve"> </w:t>
      </w:r>
      <w:r w:rsidR="00EA4D4C" w:rsidRPr="00CA110D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земельного участка  установлена Постановлением Администрации</w:t>
      </w:r>
      <w:r w:rsidR="00A36F46">
        <w:rPr>
          <w:sz w:val="24"/>
          <w:szCs w:val="24"/>
        </w:rPr>
        <w:t xml:space="preserve"> от ___________ №______ равной кадастровой стоимости </w:t>
      </w:r>
      <w:r w:rsidR="008D3B13" w:rsidRPr="00CA110D">
        <w:rPr>
          <w:sz w:val="24"/>
          <w:szCs w:val="24"/>
        </w:rPr>
        <w:t xml:space="preserve">-  </w:t>
      </w:r>
      <w:r w:rsidR="00A36F46" w:rsidRPr="00EB09D0">
        <w:rPr>
          <w:sz w:val="24"/>
          <w:szCs w:val="24"/>
        </w:rPr>
        <w:t>107 115 руб</w:t>
      </w:r>
      <w:r w:rsidR="008D3B13" w:rsidRPr="00EB09D0">
        <w:rPr>
          <w:sz w:val="24"/>
          <w:szCs w:val="24"/>
        </w:rPr>
        <w:t>.</w:t>
      </w:r>
    </w:p>
    <w:p w:rsidR="008D3B13" w:rsidRPr="00EB09D0" w:rsidRDefault="008D3B13" w:rsidP="008D3B13">
      <w:pPr>
        <w:ind w:firstLine="709"/>
        <w:jc w:val="both"/>
        <w:rPr>
          <w:sz w:val="24"/>
          <w:szCs w:val="24"/>
        </w:rPr>
      </w:pPr>
      <w:r w:rsidRPr="00EB09D0">
        <w:rPr>
          <w:sz w:val="24"/>
          <w:szCs w:val="24"/>
        </w:rPr>
        <w:t xml:space="preserve">Размер задатка </w:t>
      </w:r>
      <w:r w:rsidR="00A36F46" w:rsidRPr="00EB09D0">
        <w:rPr>
          <w:sz w:val="24"/>
          <w:szCs w:val="24"/>
        </w:rPr>
        <w:t>5</w:t>
      </w:r>
      <w:r w:rsidRPr="00EB09D0">
        <w:rPr>
          <w:sz w:val="24"/>
          <w:szCs w:val="24"/>
        </w:rPr>
        <w:t xml:space="preserve">0% от начальной цены в сумме </w:t>
      </w:r>
      <w:r w:rsidR="00A36F46" w:rsidRPr="00EB09D0">
        <w:rPr>
          <w:sz w:val="24"/>
          <w:szCs w:val="24"/>
        </w:rPr>
        <w:t>53 557,50</w:t>
      </w:r>
      <w:r w:rsidRPr="00EB09D0">
        <w:rPr>
          <w:sz w:val="24"/>
          <w:szCs w:val="24"/>
        </w:rPr>
        <w:t xml:space="preserve"> руб.</w:t>
      </w:r>
    </w:p>
    <w:p w:rsidR="00C753E0" w:rsidRPr="00CA110D" w:rsidRDefault="008D3B13" w:rsidP="00C51423">
      <w:pPr>
        <w:ind w:firstLine="709"/>
        <w:jc w:val="both"/>
        <w:rPr>
          <w:sz w:val="24"/>
          <w:szCs w:val="24"/>
        </w:rPr>
      </w:pPr>
      <w:r w:rsidRPr="00EB09D0">
        <w:rPr>
          <w:sz w:val="24"/>
          <w:szCs w:val="24"/>
        </w:rPr>
        <w:t>Величина повышения цены («шаг аукциона»)</w:t>
      </w:r>
      <w:r w:rsidR="00A36F46" w:rsidRPr="00EB09D0">
        <w:rPr>
          <w:sz w:val="24"/>
          <w:szCs w:val="24"/>
        </w:rPr>
        <w:t xml:space="preserve"> 3</w:t>
      </w:r>
      <w:r w:rsidR="00796F42" w:rsidRPr="00EB09D0">
        <w:rPr>
          <w:sz w:val="24"/>
          <w:szCs w:val="24"/>
        </w:rPr>
        <w:t>% от начальной цены в сумме</w:t>
      </w:r>
      <w:r w:rsidRPr="00EB09D0">
        <w:rPr>
          <w:sz w:val="24"/>
          <w:szCs w:val="24"/>
        </w:rPr>
        <w:t xml:space="preserve"> </w:t>
      </w:r>
      <w:r w:rsidR="00A36F46" w:rsidRPr="00EB09D0">
        <w:rPr>
          <w:sz w:val="24"/>
          <w:szCs w:val="24"/>
        </w:rPr>
        <w:t>1 606,73</w:t>
      </w:r>
      <w:r w:rsidRPr="00CA110D">
        <w:rPr>
          <w:sz w:val="24"/>
          <w:szCs w:val="24"/>
        </w:rPr>
        <w:t xml:space="preserve"> руб.</w:t>
      </w:r>
    </w:p>
    <w:p w:rsidR="00C51423" w:rsidRPr="00CA110D" w:rsidRDefault="00C51423" w:rsidP="00C51423">
      <w:pPr>
        <w:ind w:firstLine="709"/>
        <w:jc w:val="both"/>
        <w:rPr>
          <w:sz w:val="24"/>
          <w:szCs w:val="24"/>
        </w:rPr>
      </w:pPr>
    </w:p>
    <w:p w:rsidR="00C753E0" w:rsidRPr="00CA110D" w:rsidRDefault="00C753E0" w:rsidP="008D3B13">
      <w:pPr>
        <w:ind w:firstLine="709"/>
        <w:jc w:val="both"/>
        <w:rPr>
          <w:sz w:val="24"/>
          <w:szCs w:val="24"/>
        </w:rPr>
      </w:pPr>
      <w:r w:rsidRPr="00CA110D">
        <w:rPr>
          <w:sz w:val="24"/>
          <w:szCs w:val="24"/>
        </w:rPr>
        <w:t>Приложения:</w:t>
      </w:r>
    </w:p>
    <w:p w:rsidR="00C753E0" w:rsidRPr="00CA110D" w:rsidRDefault="00C753E0" w:rsidP="008D3B13">
      <w:pPr>
        <w:ind w:firstLine="709"/>
        <w:jc w:val="both"/>
        <w:rPr>
          <w:sz w:val="24"/>
          <w:szCs w:val="24"/>
        </w:rPr>
      </w:pPr>
      <w:r w:rsidRPr="00CA110D">
        <w:rPr>
          <w:sz w:val="24"/>
          <w:szCs w:val="24"/>
        </w:rPr>
        <w:t xml:space="preserve">1.Постановление от   </w:t>
      </w:r>
      <w:r w:rsidR="00D178B6">
        <w:rPr>
          <w:color w:val="FF0000"/>
          <w:sz w:val="24"/>
          <w:szCs w:val="24"/>
        </w:rPr>
        <w:t>__________</w:t>
      </w:r>
      <w:r w:rsidR="00C51423" w:rsidRPr="00CA110D">
        <w:rPr>
          <w:color w:val="FF0000"/>
          <w:sz w:val="24"/>
          <w:szCs w:val="24"/>
        </w:rPr>
        <w:t xml:space="preserve"> №</w:t>
      </w:r>
      <w:r w:rsidR="00D178B6">
        <w:rPr>
          <w:color w:val="FF0000"/>
          <w:sz w:val="24"/>
          <w:szCs w:val="24"/>
        </w:rPr>
        <w:t>_______</w:t>
      </w:r>
      <w:r w:rsidR="00C51423" w:rsidRPr="00CA110D">
        <w:rPr>
          <w:sz w:val="24"/>
          <w:szCs w:val="24"/>
        </w:rPr>
        <w:t>;</w:t>
      </w:r>
      <w:r w:rsidRPr="00CA110D">
        <w:rPr>
          <w:sz w:val="24"/>
          <w:szCs w:val="24"/>
        </w:rPr>
        <w:t xml:space="preserve">         </w:t>
      </w:r>
    </w:p>
    <w:p w:rsidR="00C753E0" w:rsidRPr="00CA110D" w:rsidRDefault="00C753E0" w:rsidP="008D3B13">
      <w:pPr>
        <w:ind w:firstLine="709"/>
        <w:jc w:val="both"/>
        <w:rPr>
          <w:color w:val="FF0000"/>
          <w:sz w:val="24"/>
          <w:szCs w:val="24"/>
        </w:rPr>
      </w:pPr>
      <w:r w:rsidRPr="00CA110D">
        <w:rPr>
          <w:sz w:val="24"/>
          <w:szCs w:val="24"/>
        </w:rPr>
        <w:t xml:space="preserve">2.Копия </w:t>
      </w:r>
      <w:r w:rsidR="00D178B6">
        <w:rPr>
          <w:sz w:val="24"/>
          <w:szCs w:val="24"/>
        </w:rPr>
        <w:t>кадастрового паспорта земельного участка.</w:t>
      </w:r>
    </w:p>
    <w:p w:rsidR="008D3B13" w:rsidRPr="00CA110D" w:rsidRDefault="008D3B13" w:rsidP="008D3B13">
      <w:pPr>
        <w:rPr>
          <w:sz w:val="24"/>
          <w:szCs w:val="24"/>
        </w:rPr>
      </w:pPr>
    </w:p>
    <w:p w:rsidR="007358B1" w:rsidRPr="00CA110D" w:rsidRDefault="007358B1" w:rsidP="002F7F2F">
      <w:pPr>
        <w:jc w:val="both"/>
        <w:rPr>
          <w:sz w:val="24"/>
          <w:szCs w:val="24"/>
        </w:rPr>
      </w:pPr>
    </w:p>
    <w:p w:rsidR="007358B1" w:rsidRPr="00CA110D" w:rsidRDefault="007358B1" w:rsidP="007358B1">
      <w:pPr>
        <w:jc w:val="both"/>
        <w:rPr>
          <w:b/>
          <w:sz w:val="24"/>
          <w:szCs w:val="24"/>
        </w:rPr>
      </w:pPr>
      <w:r w:rsidRPr="00CA110D">
        <w:rPr>
          <w:b/>
          <w:sz w:val="24"/>
          <w:szCs w:val="24"/>
        </w:rPr>
        <w:t>Реквизиты для перечисления</w:t>
      </w:r>
      <w:r w:rsidR="0035780B" w:rsidRPr="00CA110D">
        <w:rPr>
          <w:b/>
          <w:sz w:val="24"/>
          <w:szCs w:val="24"/>
        </w:rPr>
        <w:t xml:space="preserve"> суммы задатка от победителя:</w:t>
      </w:r>
    </w:p>
    <w:p w:rsidR="0035780B" w:rsidRPr="0035780B" w:rsidRDefault="0035780B" w:rsidP="007358B1">
      <w:pPr>
        <w:jc w:val="both"/>
        <w:rPr>
          <w:sz w:val="24"/>
          <w:szCs w:val="24"/>
        </w:rPr>
      </w:pPr>
      <w:r w:rsidRPr="0035780B">
        <w:rPr>
          <w:sz w:val="24"/>
          <w:szCs w:val="24"/>
        </w:rPr>
        <w:t>Наименование получателя: УФК по Калужской области (</w:t>
      </w:r>
      <w:r w:rsidRPr="00EB09D0">
        <w:rPr>
          <w:sz w:val="24"/>
          <w:szCs w:val="24"/>
        </w:rPr>
        <w:t>Отдел по управлению имуществом администрации  МР « Износковский район») ИНН 4008001902, КПП 400801001</w:t>
      </w:r>
      <w:r w:rsidRPr="00EA4D4C">
        <w:rPr>
          <w:color w:val="FF0000"/>
          <w:sz w:val="24"/>
          <w:szCs w:val="24"/>
        </w:rPr>
        <w:t>,</w:t>
      </w:r>
      <w:r w:rsidRPr="0035780B">
        <w:rPr>
          <w:sz w:val="24"/>
          <w:szCs w:val="24"/>
        </w:rPr>
        <w:t xml:space="preserve"> р/с 40101810500000010001 в Отделении Калуга г. Калуга, БИК 042908001, КБК </w:t>
      </w:r>
      <w:r w:rsidR="008A4EDD" w:rsidRPr="00EA4D4C">
        <w:rPr>
          <w:color w:val="FF0000"/>
        </w:rPr>
        <w:t>18311402053050000410</w:t>
      </w:r>
      <w:r w:rsidRPr="0035780B">
        <w:rPr>
          <w:sz w:val="24"/>
          <w:szCs w:val="24"/>
        </w:rPr>
        <w:t>, ОКТМО 29615</w:t>
      </w:r>
      <w:r w:rsidR="00EA4D4C">
        <w:rPr>
          <w:sz w:val="24"/>
          <w:szCs w:val="24"/>
        </w:rPr>
        <w:t>402.</w:t>
      </w:r>
    </w:p>
    <w:p w:rsidR="007358B1" w:rsidRPr="0035780B" w:rsidRDefault="007358B1" w:rsidP="00ED2FD0">
      <w:pPr>
        <w:jc w:val="both"/>
        <w:rPr>
          <w:sz w:val="24"/>
          <w:szCs w:val="24"/>
        </w:rPr>
      </w:pPr>
    </w:p>
    <w:p w:rsidR="00C37D34" w:rsidRDefault="00C37D34" w:rsidP="00ED2FD0">
      <w:pPr>
        <w:jc w:val="both"/>
      </w:pPr>
      <w:r>
        <w:t>С уважением,</w:t>
      </w:r>
    </w:p>
    <w:p w:rsidR="00612419" w:rsidRDefault="00612419" w:rsidP="00B3735C">
      <w:pPr>
        <w:rPr>
          <w:sz w:val="20"/>
        </w:rPr>
      </w:pPr>
    </w:p>
    <w:p w:rsidR="00612419" w:rsidRPr="00612419" w:rsidRDefault="00612419" w:rsidP="00B3735C">
      <w:pPr>
        <w:rPr>
          <w:szCs w:val="26"/>
        </w:rPr>
      </w:pPr>
      <w:r w:rsidRPr="00612419">
        <w:rPr>
          <w:szCs w:val="26"/>
        </w:rPr>
        <w:t>Глав</w:t>
      </w:r>
      <w:r w:rsidR="002F7F2F">
        <w:rPr>
          <w:szCs w:val="26"/>
        </w:rPr>
        <w:t xml:space="preserve">а </w:t>
      </w:r>
      <w:r w:rsidRPr="00612419">
        <w:rPr>
          <w:szCs w:val="26"/>
        </w:rPr>
        <w:t>администрации</w:t>
      </w:r>
    </w:p>
    <w:p w:rsidR="00693372" w:rsidRPr="00C753E0" w:rsidRDefault="00EA4D4C" w:rsidP="00B3735C">
      <w:pPr>
        <w:rPr>
          <w:szCs w:val="26"/>
        </w:rPr>
      </w:pPr>
      <w:r>
        <w:rPr>
          <w:szCs w:val="26"/>
        </w:rPr>
        <w:t xml:space="preserve">МО СП </w:t>
      </w:r>
      <w:r w:rsidR="00EB09D0">
        <w:rPr>
          <w:szCs w:val="26"/>
        </w:rPr>
        <w:t>с.Шанский Завод                                                                                    О.В.Губина</w:t>
      </w:r>
    </w:p>
    <w:p w:rsidR="00302AB6" w:rsidRDefault="00302AB6" w:rsidP="00B3735C"/>
    <w:p w:rsidR="00C753E0" w:rsidRPr="001D32FC" w:rsidRDefault="00C37D34" w:rsidP="00C753E0">
      <w:pPr>
        <w:jc w:val="both"/>
        <w:rPr>
          <w:i/>
          <w:sz w:val="20"/>
        </w:rPr>
      </w:pPr>
      <w:r w:rsidRPr="001D32FC">
        <w:rPr>
          <w:sz w:val="20"/>
        </w:rPr>
        <w:t xml:space="preserve">Исп. </w:t>
      </w:r>
    </w:p>
    <w:p w:rsidR="00BA72C2" w:rsidRPr="001D32FC" w:rsidRDefault="00BA72C2" w:rsidP="00C753E0">
      <w:pPr>
        <w:jc w:val="both"/>
        <w:rPr>
          <w:i/>
          <w:sz w:val="20"/>
        </w:rPr>
      </w:pPr>
      <w:r w:rsidRPr="001D32FC">
        <w:rPr>
          <w:sz w:val="20"/>
        </w:rPr>
        <w:t xml:space="preserve">Тел. </w:t>
      </w:r>
    </w:p>
    <w:sectPr w:rsidR="00BA72C2" w:rsidRPr="001D32FC" w:rsidSect="000B148B">
      <w:headerReference w:type="even" r:id="rId7"/>
      <w:footerReference w:type="even" r:id="rId8"/>
      <w:footerReference w:type="default" r:id="rId9"/>
      <w:footerReference w:type="first" r:id="rId10"/>
      <w:pgSz w:w="11907" w:h="16840" w:code="9"/>
      <w:pgMar w:top="851" w:right="851" w:bottom="851" w:left="1418" w:header="0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A50" w:rsidRDefault="003E0A50">
      <w:r>
        <w:separator/>
      </w:r>
    </w:p>
  </w:endnote>
  <w:endnote w:type="continuationSeparator" w:id="1">
    <w:p w:rsidR="003E0A50" w:rsidRDefault="003E0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1DE" w:rsidRDefault="00250A6C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401D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01DE" w:rsidRDefault="009401D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1DE" w:rsidRDefault="009401DE" w:rsidP="00942FF8">
    <w:pPr>
      <w:pStyle w:val="a5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1DE" w:rsidRPr="001D33D0" w:rsidRDefault="00250A6C">
    <w:pPr>
      <w:pStyle w:val="a5"/>
      <w:rPr>
        <w:i/>
        <w:sz w:val="16"/>
      </w:rPr>
    </w:pPr>
    <w:fldSimple w:instr=" FILENAME \p \* MERGEFORMAT ">
      <w:r w:rsidR="001D33D0" w:rsidRPr="001D33D0">
        <w:rPr>
          <w:i/>
          <w:noProof/>
          <w:sz w:val="16"/>
          <w:lang w:val="en-US"/>
        </w:rPr>
        <w:t>C</w:t>
      </w:r>
      <w:r w:rsidR="001D33D0" w:rsidRPr="001D33D0">
        <w:rPr>
          <w:i/>
          <w:noProof/>
          <w:sz w:val="16"/>
        </w:rPr>
        <w:t>:\</w:t>
      </w:r>
      <w:r w:rsidR="001D33D0" w:rsidRPr="001D33D0">
        <w:rPr>
          <w:i/>
          <w:noProof/>
          <w:sz w:val="16"/>
          <w:lang w:val="en-US"/>
        </w:rPr>
        <w:t>Users</w:t>
      </w:r>
      <w:r w:rsidR="001D33D0" w:rsidRPr="001D33D0">
        <w:rPr>
          <w:i/>
          <w:noProof/>
          <w:sz w:val="16"/>
        </w:rPr>
        <w:t>\митина\</w:t>
      </w:r>
      <w:r w:rsidR="001D33D0" w:rsidRPr="001D33D0">
        <w:rPr>
          <w:i/>
          <w:noProof/>
          <w:sz w:val="16"/>
          <w:lang w:val="en-US"/>
        </w:rPr>
        <w:t>Desktop</w:t>
      </w:r>
      <w:r w:rsidR="001D33D0" w:rsidRPr="001D33D0">
        <w:rPr>
          <w:i/>
          <w:noProof/>
          <w:sz w:val="16"/>
        </w:rPr>
        <w:t>\Рабочие документы\Район</w:t>
      </w:r>
      <w:r w:rsidR="001D33D0" w:rsidRPr="001D33D0">
        <w:rPr>
          <w:noProof/>
        </w:rPr>
        <w:t>\Торги через Фонд имущества\Фонд имущ. д.Курганы.</w:t>
      </w:r>
      <w:r w:rsidR="001D33D0">
        <w:rPr>
          <w:noProof/>
          <w:lang w:val="en-US"/>
        </w:rPr>
        <w:t>docx</w:t>
      </w:r>
    </w:fldSimple>
  </w:p>
  <w:p w:rsidR="009401DE" w:rsidRPr="001D33D0" w:rsidRDefault="009401D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A50" w:rsidRDefault="003E0A50">
      <w:r>
        <w:separator/>
      </w:r>
    </w:p>
  </w:footnote>
  <w:footnote w:type="continuationSeparator" w:id="1">
    <w:p w:rsidR="003E0A50" w:rsidRDefault="003E0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1DE" w:rsidRDefault="00250A6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401D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01DE" w:rsidRDefault="009401D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B61CD"/>
    <w:multiLevelType w:val="hybridMultilevel"/>
    <w:tmpl w:val="C1F43DE8"/>
    <w:lvl w:ilvl="0" w:tplc="79FE81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5EE5ED2"/>
    <w:multiLevelType w:val="hybridMultilevel"/>
    <w:tmpl w:val="F6F6CE72"/>
    <w:lvl w:ilvl="0" w:tplc="D75A177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D5D"/>
    <w:rsid w:val="000030D1"/>
    <w:rsid w:val="00005467"/>
    <w:rsid w:val="000073E4"/>
    <w:rsid w:val="000247DC"/>
    <w:rsid w:val="00024AFF"/>
    <w:rsid w:val="0003162F"/>
    <w:rsid w:val="0007645C"/>
    <w:rsid w:val="00086170"/>
    <w:rsid w:val="00090DA6"/>
    <w:rsid w:val="000B148B"/>
    <w:rsid w:val="000B713B"/>
    <w:rsid w:val="000D419F"/>
    <w:rsid w:val="000F2F3B"/>
    <w:rsid w:val="00141A15"/>
    <w:rsid w:val="001604A8"/>
    <w:rsid w:val="001A3690"/>
    <w:rsid w:val="001B3189"/>
    <w:rsid w:val="001D03CD"/>
    <w:rsid w:val="001D32FC"/>
    <w:rsid w:val="001D33D0"/>
    <w:rsid w:val="001E682B"/>
    <w:rsid w:val="001F1DB9"/>
    <w:rsid w:val="00201EB7"/>
    <w:rsid w:val="00214699"/>
    <w:rsid w:val="00220347"/>
    <w:rsid w:val="00250A6C"/>
    <w:rsid w:val="00282B6A"/>
    <w:rsid w:val="0029109C"/>
    <w:rsid w:val="002C5365"/>
    <w:rsid w:val="002F75D1"/>
    <w:rsid w:val="002F7F2F"/>
    <w:rsid w:val="00302AB6"/>
    <w:rsid w:val="00342697"/>
    <w:rsid w:val="00352ADD"/>
    <w:rsid w:val="003538F0"/>
    <w:rsid w:val="0035780B"/>
    <w:rsid w:val="00365A5E"/>
    <w:rsid w:val="00377427"/>
    <w:rsid w:val="00386E89"/>
    <w:rsid w:val="003B3619"/>
    <w:rsid w:val="003D2701"/>
    <w:rsid w:val="003E0A50"/>
    <w:rsid w:val="00420362"/>
    <w:rsid w:val="00467287"/>
    <w:rsid w:val="0048300A"/>
    <w:rsid w:val="004913BF"/>
    <w:rsid w:val="004A5A76"/>
    <w:rsid w:val="004B6401"/>
    <w:rsid w:val="005059BB"/>
    <w:rsid w:val="00531B8D"/>
    <w:rsid w:val="00532BEC"/>
    <w:rsid w:val="0054237A"/>
    <w:rsid w:val="005669C5"/>
    <w:rsid w:val="00584B11"/>
    <w:rsid w:val="005A6A1D"/>
    <w:rsid w:val="005B3454"/>
    <w:rsid w:val="005C1CFB"/>
    <w:rsid w:val="005F4E56"/>
    <w:rsid w:val="00612419"/>
    <w:rsid w:val="00650B1D"/>
    <w:rsid w:val="00653807"/>
    <w:rsid w:val="00664AEC"/>
    <w:rsid w:val="00682767"/>
    <w:rsid w:val="00691677"/>
    <w:rsid w:val="00693372"/>
    <w:rsid w:val="006C2C1D"/>
    <w:rsid w:val="006E0278"/>
    <w:rsid w:val="00730538"/>
    <w:rsid w:val="007358B1"/>
    <w:rsid w:val="00760AB8"/>
    <w:rsid w:val="00776B02"/>
    <w:rsid w:val="00796F42"/>
    <w:rsid w:val="007B0BE5"/>
    <w:rsid w:val="007B623F"/>
    <w:rsid w:val="007F759A"/>
    <w:rsid w:val="0083522F"/>
    <w:rsid w:val="008477CE"/>
    <w:rsid w:val="008531F9"/>
    <w:rsid w:val="00877D6F"/>
    <w:rsid w:val="00897EB2"/>
    <w:rsid w:val="008A1C4A"/>
    <w:rsid w:val="008A4EDD"/>
    <w:rsid w:val="008D3B13"/>
    <w:rsid w:val="008D7768"/>
    <w:rsid w:val="008E2D92"/>
    <w:rsid w:val="008F1DBC"/>
    <w:rsid w:val="008F2A85"/>
    <w:rsid w:val="008F3660"/>
    <w:rsid w:val="009074E7"/>
    <w:rsid w:val="009106C0"/>
    <w:rsid w:val="009401DE"/>
    <w:rsid w:val="00942FF8"/>
    <w:rsid w:val="00943D5D"/>
    <w:rsid w:val="00967518"/>
    <w:rsid w:val="00974D4E"/>
    <w:rsid w:val="00975E11"/>
    <w:rsid w:val="00981B8B"/>
    <w:rsid w:val="009A40CF"/>
    <w:rsid w:val="009C2DA6"/>
    <w:rsid w:val="009D31B8"/>
    <w:rsid w:val="009D5365"/>
    <w:rsid w:val="009F0C70"/>
    <w:rsid w:val="00A131EB"/>
    <w:rsid w:val="00A30BD7"/>
    <w:rsid w:val="00A334F4"/>
    <w:rsid w:val="00A36F46"/>
    <w:rsid w:val="00A62573"/>
    <w:rsid w:val="00AC4AD3"/>
    <w:rsid w:val="00AD0C59"/>
    <w:rsid w:val="00AD0E7D"/>
    <w:rsid w:val="00B02F7A"/>
    <w:rsid w:val="00B3735C"/>
    <w:rsid w:val="00B37F46"/>
    <w:rsid w:val="00B46988"/>
    <w:rsid w:val="00B740B8"/>
    <w:rsid w:val="00B77D27"/>
    <w:rsid w:val="00B81C87"/>
    <w:rsid w:val="00B9211E"/>
    <w:rsid w:val="00BA72C2"/>
    <w:rsid w:val="00BC712D"/>
    <w:rsid w:val="00BF2007"/>
    <w:rsid w:val="00C13FFF"/>
    <w:rsid w:val="00C1767E"/>
    <w:rsid w:val="00C2194C"/>
    <w:rsid w:val="00C37D34"/>
    <w:rsid w:val="00C51423"/>
    <w:rsid w:val="00C51B2A"/>
    <w:rsid w:val="00C673A5"/>
    <w:rsid w:val="00C753E0"/>
    <w:rsid w:val="00CA110D"/>
    <w:rsid w:val="00CB24B1"/>
    <w:rsid w:val="00CE5AA6"/>
    <w:rsid w:val="00CE6EF1"/>
    <w:rsid w:val="00D00ED5"/>
    <w:rsid w:val="00D05E11"/>
    <w:rsid w:val="00D178B6"/>
    <w:rsid w:val="00D4099B"/>
    <w:rsid w:val="00D50824"/>
    <w:rsid w:val="00D60EDA"/>
    <w:rsid w:val="00DA255E"/>
    <w:rsid w:val="00DD1630"/>
    <w:rsid w:val="00DE64D5"/>
    <w:rsid w:val="00E260FE"/>
    <w:rsid w:val="00E325CA"/>
    <w:rsid w:val="00E670CB"/>
    <w:rsid w:val="00EA4D4C"/>
    <w:rsid w:val="00EB09D0"/>
    <w:rsid w:val="00EB20ED"/>
    <w:rsid w:val="00EC25A0"/>
    <w:rsid w:val="00EC45A8"/>
    <w:rsid w:val="00ED2FD0"/>
    <w:rsid w:val="00EF733E"/>
    <w:rsid w:val="00F32181"/>
    <w:rsid w:val="00FA054D"/>
    <w:rsid w:val="00FC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148B"/>
    <w:rPr>
      <w:sz w:val="26"/>
    </w:rPr>
  </w:style>
  <w:style w:type="paragraph" w:styleId="1">
    <w:name w:val="heading 1"/>
    <w:basedOn w:val="a"/>
    <w:next w:val="a"/>
    <w:qFormat/>
    <w:rsid w:val="000B148B"/>
    <w:pPr>
      <w:keepNext/>
      <w:ind w:firstLine="720"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0B148B"/>
    <w:pPr>
      <w:keepNext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148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B148B"/>
  </w:style>
  <w:style w:type="paragraph" w:styleId="a5">
    <w:name w:val="footer"/>
    <w:basedOn w:val="a"/>
    <w:rsid w:val="000B148B"/>
    <w:pPr>
      <w:tabs>
        <w:tab w:val="center" w:pos="4153"/>
        <w:tab w:val="right" w:pos="8306"/>
      </w:tabs>
    </w:pPr>
  </w:style>
  <w:style w:type="character" w:styleId="a6">
    <w:name w:val="Hyperlink"/>
    <w:basedOn w:val="a0"/>
    <w:rsid w:val="000B148B"/>
    <w:rPr>
      <w:color w:val="0000FF"/>
      <w:u w:val="single"/>
    </w:rPr>
  </w:style>
  <w:style w:type="paragraph" w:styleId="a7">
    <w:name w:val="caption"/>
    <w:basedOn w:val="a"/>
    <w:next w:val="a"/>
    <w:qFormat/>
    <w:rsid w:val="000B148B"/>
    <w:pPr>
      <w:framePr w:w="3460" w:h="3308" w:wrap="around" w:vAnchor="page" w:hAnchor="page" w:x="1585" w:y="865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line="240" w:lineRule="atLeast"/>
      <w:jc w:val="center"/>
    </w:pPr>
    <w:rPr>
      <w:b/>
      <w:sz w:val="22"/>
    </w:rPr>
  </w:style>
  <w:style w:type="table" w:styleId="a8">
    <w:name w:val="Table Grid"/>
    <w:basedOn w:val="a1"/>
    <w:uiPriority w:val="59"/>
    <w:rsid w:val="00612419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SHABLON\&#1040;&#1076;&#1084;&#1080;&#1085;&#1080;&#1089;&#1090;&#1088;&#1072;&#1094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</Template>
  <TotalTime>81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митина</cp:lastModifiedBy>
  <cp:revision>40</cp:revision>
  <cp:lastPrinted>2016-06-08T07:09:00Z</cp:lastPrinted>
  <dcterms:created xsi:type="dcterms:W3CDTF">2014-08-21T12:01:00Z</dcterms:created>
  <dcterms:modified xsi:type="dcterms:W3CDTF">2016-08-29T10:11:00Z</dcterms:modified>
</cp:coreProperties>
</file>